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>
    <v:background id="_x0000_s1025" o:targetscreensize="800,600">
      <v:fill r:id="rId2" o:title="" color2="black" type="frame"/>
    </v:background>
  </w:background>
  <w:body>
    <w:p w:rsidR="00276AE6" w:rsidRDefault="00276AE6"/>
    <w:sectPr w:rsidR="00276AE6" w:rsidSect="00276AE6">
      <w:pgSz w:w="8391" w:h="5953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152"/>
    <w:rsid w:val="000F3152"/>
    <w:rsid w:val="0027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cs="FreeSans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4509"/>
    <w:rPr>
      <w:rFonts w:cs="Mangal"/>
      <w:kern w:val="1"/>
      <w:sz w:val="24"/>
      <w:szCs w:val="21"/>
      <w:lang w:val="en-US" w:eastAsia="hi-IN" w:bidi="hi-IN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image" Target="media/image1.jpeg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2024-02-05T15:34:00Z</dcterms:created>
  <dcterms:modified xsi:type="dcterms:W3CDTF">2024-02-05T15:34:00Z</dcterms:modified>
</cp:coreProperties>
</file>